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DE5EE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4581B88" wp14:editId="73253819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1D4015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5A163A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2E304743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0D2AA2D2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37B4FEB9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4581B8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" filled="f" stroked="f">
                <v:textbox>
                  <w:txbxContent>
                    <w:p w14:paraId="651D4015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 w:rsidR="005A163A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2E304743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0D2AA2D2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37B4FEB9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698AD31F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5E6157C" wp14:editId="16D3205F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8E60A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D9AA40" wp14:editId="2E6549DE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5E6157C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" filled="f" stroked="f">
                <v:textbox style="mso-fit-shape-to-text:t">
                  <w:txbxContent>
                    <w:p w14:paraId="5B98E60A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D9AA40" wp14:editId="2E6549DE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DD2292D" w14:textId="77777777" w:rsidR="00F212F6" w:rsidRPr="007B3C79" w:rsidRDefault="00F212F6" w:rsidP="00F212F6">
      <w:pPr>
        <w:rPr>
          <w:sz w:val="23"/>
          <w:szCs w:val="23"/>
        </w:rPr>
      </w:pPr>
    </w:p>
    <w:p w14:paraId="52825FD0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C8DACC3" wp14:editId="22297CEC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ex="http://schemas.microsoft.com/office/word/2018/wordml/cex">
            <w:pict>
              <v:line w14:anchorId="3F7FB7EE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"/>
            </w:pict>
          </mc:Fallback>
        </mc:AlternateContent>
      </w:r>
    </w:p>
    <w:tbl>
      <w:tblPr>
        <w:tblStyle w:val="Rcsostblzat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86"/>
      </w:tblGrid>
      <w:tr w:rsidR="00B54CCC" w14:paraId="784DA665" w14:textId="77777777" w:rsidTr="00B54CCC">
        <w:tc>
          <w:tcPr>
            <w:tcW w:w="4786" w:type="dxa"/>
          </w:tcPr>
          <w:p w14:paraId="6FB3226B" w14:textId="741BB150" w:rsidR="00B54CCC" w:rsidRDefault="00D74378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  <w:u w:val="single"/>
              </w:rPr>
              <w:t>S</w:t>
            </w:r>
            <w:r w:rsidR="00B54CCC" w:rsidRPr="009343D0">
              <w:rPr>
                <w:b/>
                <w:sz w:val="22"/>
                <w:szCs w:val="22"/>
                <w:u w:val="single"/>
              </w:rPr>
              <w:t>zám:</w:t>
            </w:r>
            <w:r w:rsidR="00B54CCC" w:rsidRPr="009343D0">
              <w:rPr>
                <w:sz w:val="22"/>
                <w:szCs w:val="22"/>
              </w:rPr>
              <w:t xml:space="preserve">   </w:t>
            </w:r>
            <w:proofErr w:type="gramEnd"/>
            <w:r w:rsidR="00B54CCC" w:rsidRPr="009343D0">
              <w:rPr>
                <w:sz w:val="22"/>
                <w:szCs w:val="22"/>
              </w:rPr>
              <w:t xml:space="preserve">         /2</w:t>
            </w:r>
            <w:r w:rsidR="003519FC">
              <w:rPr>
                <w:sz w:val="22"/>
                <w:szCs w:val="22"/>
              </w:rPr>
              <w:t>026</w:t>
            </w:r>
            <w:r w:rsidR="00B54CCC">
              <w:rPr>
                <w:sz w:val="22"/>
                <w:szCs w:val="22"/>
              </w:rPr>
              <w:t xml:space="preserve"> </w:t>
            </w:r>
          </w:p>
          <w:p w14:paraId="463C5E21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14F3EA30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6C6BF0E0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0404BF7C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286" w:type="dxa"/>
          </w:tcPr>
          <w:p w14:paraId="4532A022" w14:textId="52F548C8" w:rsidR="00B54CCC" w:rsidRPr="0091637F" w:rsidRDefault="00B54CCC" w:rsidP="00B54CCC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bookmarkStart w:id="0" w:name="_Hlk43125212"/>
            <w:bookmarkStart w:id="1" w:name="_GoBack"/>
            <w:r w:rsidR="00D63B2D">
              <w:rPr>
                <w:sz w:val="22"/>
                <w:szCs w:val="22"/>
              </w:rPr>
              <w:t>Hozzájárulás</w:t>
            </w:r>
            <w:r w:rsidR="00AA3468">
              <w:rPr>
                <w:sz w:val="22"/>
                <w:szCs w:val="22"/>
              </w:rPr>
              <w:t xml:space="preserve"> </w:t>
            </w:r>
            <w:bookmarkEnd w:id="0"/>
            <w:r w:rsidR="00B21DA4">
              <w:rPr>
                <w:sz w:val="22"/>
                <w:szCs w:val="22"/>
              </w:rPr>
              <w:t>20</w:t>
            </w:r>
            <w:r w:rsidR="00044512">
              <w:rPr>
                <w:sz w:val="22"/>
                <w:szCs w:val="22"/>
              </w:rPr>
              <w:t>25</w:t>
            </w:r>
            <w:r w:rsidR="00D63B2D">
              <w:rPr>
                <w:sz w:val="22"/>
                <w:szCs w:val="22"/>
              </w:rPr>
              <w:t>-b</w:t>
            </w:r>
            <w:r w:rsidR="00415649">
              <w:rPr>
                <w:sz w:val="22"/>
                <w:szCs w:val="22"/>
              </w:rPr>
              <w:t>e</w:t>
            </w:r>
            <w:r w:rsidR="00D63B2D">
              <w:rPr>
                <w:sz w:val="22"/>
                <w:szCs w:val="22"/>
              </w:rPr>
              <w:t xml:space="preserve">n </w:t>
            </w:r>
            <w:r w:rsidR="00044512">
              <w:rPr>
                <w:sz w:val="22"/>
                <w:szCs w:val="22"/>
              </w:rPr>
              <w:t>megüresedett</w:t>
            </w:r>
            <w:r w:rsidR="00AA3468">
              <w:rPr>
                <w:sz w:val="22"/>
                <w:szCs w:val="22"/>
              </w:rPr>
              <w:t xml:space="preserve"> nem lakás céljára szolgáló helyiségek </w:t>
            </w:r>
            <w:r w:rsidR="005543FB">
              <w:rPr>
                <w:sz w:val="22"/>
                <w:szCs w:val="22"/>
              </w:rPr>
              <w:t>nyílt pályázati úton történő hasznosításához</w:t>
            </w:r>
            <w:bookmarkEnd w:id="1"/>
          </w:p>
          <w:p w14:paraId="42361902" w14:textId="77777777" w:rsidR="00B54CCC" w:rsidRDefault="00B54CCC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306A47B5" w14:textId="77777777" w:rsidR="00B54CCC" w:rsidRPr="00B54CCC" w:rsidRDefault="00B54CCC" w:rsidP="00AA3468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55F56102" w14:textId="77777777" w:rsidR="00483C95" w:rsidRDefault="00483C95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697170B9" w14:textId="019CF431" w:rsidR="00405493" w:rsidRPr="00C859DD" w:rsidRDefault="009A0ACA" w:rsidP="00545D9F">
      <w:pPr>
        <w:jc w:val="center"/>
        <w:rPr>
          <w:b/>
        </w:rPr>
      </w:pPr>
      <w:r w:rsidRPr="00C859DD">
        <w:rPr>
          <w:b/>
        </w:rPr>
        <w:t>ELŐTERJESZTÉS</w:t>
      </w:r>
    </w:p>
    <w:p w14:paraId="3FFE56FA" w14:textId="569489F1" w:rsidR="009A0ACA" w:rsidRPr="00C859DD" w:rsidRDefault="009A0ACA" w:rsidP="009A0ACA">
      <w:pPr>
        <w:jc w:val="center"/>
      </w:pPr>
      <w:r w:rsidRPr="00C859DD">
        <w:t>A Képviselő-testület</w:t>
      </w:r>
      <w:r>
        <w:t xml:space="preserve"> 20</w:t>
      </w:r>
      <w:r w:rsidR="00415649">
        <w:t>2</w:t>
      </w:r>
      <w:r w:rsidR="002244C5">
        <w:t>6</w:t>
      </w:r>
      <w:r>
        <w:t xml:space="preserve">. </w:t>
      </w:r>
      <w:r w:rsidR="00B21DA4">
        <w:t xml:space="preserve">január </w:t>
      </w:r>
      <w:r w:rsidR="002244C5">
        <w:t>22</w:t>
      </w:r>
      <w:r>
        <w:t>-</w:t>
      </w:r>
      <w:r w:rsidR="00CA1CB4">
        <w:t>e</w:t>
      </w:r>
      <w:r>
        <w:t>i</w:t>
      </w:r>
      <w:r w:rsidR="00326D47">
        <w:t xml:space="preserve"> </w:t>
      </w:r>
      <w:r w:rsidRPr="00C859DD">
        <w:t>ülésére</w:t>
      </w:r>
    </w:p>
    <w:p w14:paraId="1B5B92A2" w14:textId="77777777" w:rsidR="009A0ACA" w:rsidRPr="00C859DD" w:rsidRDefault="009A0ACA" w:rsidP="009A0ACA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23151437" w14:textId="77777777" w:rsidR="00886A73" w:rsidRDefault="00886A73" w:rsidP="00B75EE9">
      <w:pPr>
        <w:jc w:val="both"/>
      </w:pPr>
    </w:p>
    <w:p w14:paraId="7AB540C4" w14:textId="530BDF0A" w:rsidR="0091637F" w:rsidRDefault="00415649" w:rsidP="0091637F">
      <w:pPr>
        <w:jc w:val="both"/>
      </w:pPr>
      <w:r>
        <w:t>Cegléd Város Önkormányzata Képviselő-testületének az önkormányzat tulajdonában lévő lakások és helyiségek bérletéről szóló 11/2023. (IV. 27.) önkormányzati rendelet</w:t>
      </w:r>
      <w:r w:rsidR="005543FB">
        <w:t xml:space="preserve"> </w:t>
      </w:r>
      <w:r w:rsidR="005543FB" w:rsidRPr="00F74A48">
        <w:rPr>
          <w:b/>
        </w:rPr>
        <w:t xml:space="preserve">(Továbbiakban: </w:t>
      </w:r>
      <w:r w:rsidR="005543FB">
        <w:rPr>
          <w:b/>
        </w:rPr>
        <w:t>R</w:t>
      </w:r>
      <w:r w:rsidR="005543FB" w:rsidRPr="00F74A48">
        <w:rPr>
          <w:b/>
        </w:rPr>
        <w:t>endelet)</w:t>
      </w:r>
      <w:r w:rsidR="005543FB">
        <w:t xml:space="preserve"> </w:t>
      </w:r>
      <w:r>
        <w:t>37</w:t>
      </w:r>
      <w:r w:rsidR="005543FB">
        <w:t xml:space="preserve">. § (1) bekezdése szerint a megüresedett helyiségek bérleti jogát VÁRVAG Nonprofit Kft., a Rendeletben meghatározottak szerint pályázati úton, vagy az I/2018. (I. 31.) Önkormányzati rendeletben rögzített szabályok szerint versenyeztetési eljárás útján tudja hasznosítani. A Rendelet </w:t>
      </w:r>
      <w:r>
        <w:t>36</w:t>
      </w:r>
      <w:r w:rsidR="005543FB">
        <w:t xml:space="preserve"> § (</w:t>
      </w:r>
      <w:r>
        <w:t>1</w:t>
      </w:r>
      <w:r w:rsidR="005543FB">
        <w:t>) bekezdése szerint ez a szabály nem érvényesül abban az esetben, ha a megüresedett nem lakás célú helyiséget a Képviselő-testület önkormányzati feladat céljára, vagy közszolgáltatás ellátására igénybe szeretné venni.</w:t>
      </w:r>
    </w:p>
    <w:p w14:paraId="1682A7A7" w14:textId="77777777" w:rsidR="002D1A5B" w:rsidRDefault="002D1A5B" w:rsidP="0091637F">
      <w:pPr>
        <w:jc w:val="both"/>
      </w:pPr>
    </w:p>
    <w:p w14:paraId="2D665C4E" w14:textId="22798A54" w:rsidR="005543FB" w:rsidRDefault="00044512" w:rsidP="005543FB">
      <w:pPr>
        <w:jc w:val="both"/>
      </w:pPr>
      <w:r>
        <w:t>2025. évben</w:t>
      </w:r>
      <w:r w:rsidR="005543FB">
        <w:t xml:space="preserve"> az alábbi nem lakás céljára szolgáló helyiség</w:t>
      </w:r>
      <w:r>
        <w:t>ek üresedtek meg</w:t>
      </w:r>
      <w:r w:rsidR="005543FB">
        <w:t xml:space="preserve">, </w:t>
      </w:r>
      <w:r w:rsidR="00B21DA4">
        <w:t>mely</w:t>
      </w:r>
      <w:r>
        <w:t>ek</w:t>
      </w:r>
      <w:r w:rsidR="00B21DA4">
        <w:t xml:space="preserve"> hasznosítására</w:t>
      </w:r>
      <w:r w:rsidR="005543FB">
        <w:t xml:space="preserve"> Cegléd Város Önkormányzatá</w:t>
      </w:r>
      <w:r w:rsidR="00D63B2D">
        <w:t xml:space="preserve">nak képviselő-testülete </w:t>
      </w:r>
      <w:r w:rsidR="00B21DA4">
        <w:t xml:space="preserve">még </w:t>
      </w:r>
      <w:r w:rsidR="00D63B2D">
        <w:t>nem adott hozzájárulást:</w:t>
      </w:r>
      <w:r w:rsidR="005543FB">
        <w:t xml:space="preserve"> </w:t>
      </w:r>
    </w:p>
    <w:p w14:paraId="4AEFDD60" w14:textId="77777777" w:rsidR="005543FB" w:rsidRDefault="005543FB" w:rsidP="005543FB">
      <w:pPr>
        <w:jc w:val="both"/>
      </w:pPr>
    </w:p>
    <w:p w14:paraId="76363A69" w14:textId="265FE127" w:rsidR="00D63B2D" w:rsidRPr="00246DD7" w:rsidRDefault="00246DD7" w:rsidP="005543FB">
      <w:pPr>
        <w:jc w:val="both"/>
      </w:pPr>
      <w:r>
        <w:t xml:space="preserve">Cegléd belterület 221/3/A/7 hrsz. alatt lévő </w:t>
      </w:r>
      <w:r w:rsidR="003519FC">
        <w:t>Kossuth Ferenc u. 4.</w:t>
      </w:r>
      <w:r>
        <w:t xml:space="preserve"> szám alatti 292 m</w:t>
      </w:r>
      <w:r>
        <w:rPr>
          <w:vertAlign w:val="superscript"/>
        </w:rPr>
        <w:t>2</w:t>
      </w:r>
      <w:r>
        <w:t xml:space="preserve"> alapterületű üzlethelyiség (volt ROSSMANN)</w:t>
      </w:r>
    </w:p>
    <w:p w14:paraId="6C4B2519" w14:textId="275116D4" w:rsidR="003519FC" w:rsidRPr="00246DD7" w:rsidRDefault="00246DD7" w:rsidP="005543FB">
      <w:pPr>
        <w:jc w:val="both"/>
      </w:pPr>
      <w:r>
        <w:t xml:space="preserve">Cegléd belterület 273/A/2 hrsz. alatt lévő </w:t>
      </w:r>
      <w:r w:rsidR="003519FC">
        <w:t>Piac u. 1.</w:t>
      </w:r>
      <w:r>
        <w:t xml:space="preserve"> szám alatti 58 m</w:t>
      </w:r>
      <w:r>
        <w:rPr>
          <w:vertAlign w:val="superscript"/>
        </w:rPr>
        <w:t>2</w:t>
      </w:r>
      <w:r>
        <w:t xml:space="preserve"> alapterületű iroda,</w:t>
      </w:r>
    </w:p>
    <w:p w14:paraId="7B46548E" w14:textId="71295620" w:rsidR="003519FC" w:rsidRPr="00246DD7" w:rsidRDefault="00246DD7" w:rsidP="005543FB">
      <w:pPr>
        <w:jc w:val="both"/>
      </w:pPr>
      <w:r>
        <w:t xml:space="preserve">Cegléd belterület 43 hrsz. alatt lévő </w:t>
      </w:r>
      <w:r w:rsidR="003519FC">
        <w:t>Kossuth tér 10.</w:t>
      </w:r>
      <w:r>
        <w:t xml:space="preserve"> szám alatti 63 m</w:t>
      </w:r>
      <w:r>
        <w:rPr>
          <w:vertAlign w:val="superscript"/>
        </w:rPr>
        <w:t>2</w:t>
      </w:r>
      <w:r>
        <w:t xml:space="preserve"> alapterületű helyiségrész (RETRO által vissza adott üzlethelyiség rész)</w:t>
      </w:r>
    </w:p>
    <w:p w14:paraId="5C24C3D1" w14:textId="77777777" w:rsidR="00545D9F" w:rsidRDefault="00545D9F" w:rsidP="005543FB">
      <w:pPr>
        <w:jc w:val="both"/>
      </w:pPr>
    </w:p>
    <w:p w14:paraId="196BCFEC" w14:textId="782F4F9E" w:rsidR="00AA3468" w:rsidRDefault="005543FB" w:rsidP="005543FB">
      <w:pPr>
        <w:jc w:val="both"/>
      </w:pPr>
      <w:r>
        <w:t>Kérem Tisztelt Képviselő-testület hozzájárulását ahhoz, hogy VÁRVAG Nonprofit Kft.</w:t>
      </w:r>
      <w:r w:rsidR="00B21DA4">
        <w:t>,</w:t>
      </w:r>
      <w:r>
        <w:t xml:space="preserve"> mint Hasznosító, a felsorolt</w:t>
      </w:r>
      <w:r w:rsidR="00405493">
        <w:t xml:space="preserve"> Cegléd Város Önkormányzatának kizárólagos tulajdonában lévő</w:t>
      </w:r>
      <w:r>
        <w:t xml:space="preserve"> megüresedett </w:t>
      </w:r>
      <w:r w:rsidR="00405493">
        <w:t>helyiségeit</w:t>
      </w:r>
      <w:r>
        <w:t xml:space="preserve"> a Rendeletben meghatározottak szerint pályázati úton hasznosíthatja, vagyis nem kíván élni az Önkormányzati feladatok vagy közszolgáltatások ellátására történő igénybevételével.</w:t>
      </w:r>
    </w:p>
    <w:p w14:paraId="58145B49" w14:textId="77777777" w:rsidR="0091637F" w:rsidRDefault="0091637F" w:rsidP="0091637F">
      <w:pPr>
        <w:jc w:val="both"/>
      </w:pPr>
    </w:p>
    <w:p w14:paraId="1FFEF575" w14:textId="62F15A33" w:rsidR="00B21DA4" w:rsidRDefault="00B21DA4" w:rsidP="00B21DA4">
      <w:pPr>
        <w:jc w:val="both"/>
      </w:pPr>
      <w:r w:rsidRPr="000A3B8B">
        <w:t xml:space="preserve">Jelen előterjesztést a </w:t>
      </w:r>
      <w:r w:rsidRPr="000A3B8B">
        <w:rPr>
          <w:b/>
        </w:rPr>
        <w:t>Gazdasági Bizottság</w:t>
      </w:r>
      <w:r w:rsidRPr="000A3B8B">
        <w:t xml:space="preserve"> tárgyalja, a bizottság véleménye – jegyzőkönyvi kivonat formájában – a Képviselő-testület ülésén, helyben osztott anyagként kerül ismertetésre.</w:t>
      </w:r>
    </w:p>
    <w:p w14:paraId="45EDCF6F" w14:textId="77777777" w:rsidR="00CD7C4F" w:rsidRDefault="00CD7C4F" w:rsidP="00CD7C4F">
      <w:pPr>
        <w:tabs>
          <w:tab w:val="left" w:pos="851"/>
        </w:tabs>
        <w:spacing w:before="120"/>
        <w:ind w:right="-1"/>
        <w:jc w:val="both"/>
      </w:pPr>
      <w:r>
        <w:t>A döntéshozatal</w:t>
      </w:r>
      <w:r>
        <w:rPr>
          <w:i/>
        </w:rPr>
        <w:t xml:space="preserve"> Magyarország helyi önkormányzatairól szóló 2011. évi CLXXXIX. törvény </w:t>
      </w:r>
      <w:r>
        <w:t>(Mötv.)</w:t>
      </w:r>
      <w:r>
        <w:rPr>
          <w:i/>
        </w:rPr>
        <w:t xml:space="preserve"> </w:t>
      </w:r>
      <w:r>
        <w:t xml:space="preserve">46. § (1) bekezdése alapján, a (2) bekezdésben foglaltakra figyelemmel </w:t>
      </w:r>
      <w:r>
        <w:rPr>
          <w:b/>
        </w:rPr>
        <w:t>nyilvános ülés</w:t>
      </w:r>
      <w:r>
        <w:t xml:space="preserve"> keretében, az Mötv. 50. § rendelkezései alapján - figyelemmel a KT. SzMSz 59. §-</w:t>
      </w:r>
      <w:proofErr w:type="spellStart"/>
      <w:r>
        <w:t>ában</w:t>
      </w:r>
      <w:proofErr w:type="spellEnd"/>
      <w:r>
        <w:t xml:space="preserve"> foglalt rendelkezésekre - </w:t>
      </w:r>
      <w:r>
        <w:rPr>
          <w:b/>
        </w:rPr>
        <w:t>egyszerű többségű</w:t>
      </w:r>
      <w:r>
        <w:t xml:space="preserve"> szavazati arányt igényel.</w:t>
      </w:r>
    </w:p>
    <w:p w14:paraId="11317354" w14:textId="77777777" w:rsidR="00CD7C4F" w:rsidRDefault="00CD7C4F" w:rsidP="00765FB1">
      <w:pPr>
        <w:jc w:val="both"/>
      </w:pPr>
    </w:p>
    <w:p w14:paraId="7CE493FC" w14:textId="6160AAE1" w:rsidR="00D63B2D" w:rsidRDefault="00A86A5A" w:rsidP="00545D9F">
      <w:pPr>
        <w:jc w:val="both"/>
      </w:pPr>
      <w:r w:rsidRPr="00041150">
        <w:t>Cegléd,</w:t>
      </w:r>
      <w:r w:rsidR="00652856" w:rsidRPr="00041150">
        <w:t xml:space="preserve"> </w:t>
      </w:r>
      <w:r w:rsidR="00086711">
        <w:t>20</w:t>
      </w:r>
      <w:r w:rsidR="00C433F7">
        <w:t>26</w:t>
      </w:r>
      <w:r w:rsidR="00A5105D">
        <w:t xml:space="preserve">. </w:t>
      </w:r>
      <w:r w:rsidR="00B21DA4">
        <w:t xml:space="preserve">január </w:t>
      </w:r>
      <w:r w:rsidR="00545D9F">
        <w:t>12</w:t>
      </w:r>
      <w:r w:rsidR="00A5105D">
        <w:t>.</w:t>
      </w:r>
    </w:p>
    <w:p w14:paraId="049950A3" w14:textId="77777777" w:rsidR="00C433F7" w:rsidRDefault="00C433F7" w:rsidP="00545D9F">
      <w:pPr>
        <w:jc w:val="both"/>
      </w:pPr>
    </w:p>
    <w:p w14:paraId="680E1F5C" w14:textId="77777777" w:rsidR="00765FB1" w:rsidRPr="00041150" w:rsidRDefault="00C05085" w:rsidP="00765FB1">
      <w:pPr>
        <w:tabs>
          <w:tab w:val="left" w:pos="6480"/>
        </w:tabs>
        <w:jc w:val="both"/>
      </w:pPr>
      <w:r>
        <w:tab/>
      </w:r>
      <w:r w:rsidR="009A0ACA">
        <w:t>Dr. Csáky András</w:t>
      </w:r>
    </w:p>
    <w:p w14:paraId="2510DC6C" w14:textId="721A250E" w:rsidR="004148B6" w:rsidRDefault="00765FB1" w:rsidP="00470291">
      <w:pPr>
        <w:tabs>
          <w:tab w:val="left" w:pos="6480"/>
        </w:tabs>
        <w:jc w:val="both"/>
      </w:pPr>
      <w:r w:rsidRPr="00041150">
        <w:tab/>
      </w:r>
      <w:r w:rsidR="009A0ACA">
        <w:t xml:space="preserve">   </w:t>
      </w:r>
      <w:r w:rsidRPr="00041150">
        <w:t>polgármester</w:t>
      </w:r>
    </w:p>
    <w:p w14:paraId="0AFD44BD" w14:textId="77777777" w:rsidR="007F40C0" w:rsidRDefault="007F40C0" w:rsidP="00470291">
      <w:pPr>
        <w:tabs>
          <w:tab w:val="left" w:pos="6480"/>
        </w:tabs>
        <w:jc w:val="both"/>
      </w:pPr>
    </w:p>
    <w:p w14:paraId="7D343586" w14:textId="77777777" w:rsidR="007F40C0" w:rsidRDefault="007F40C0" w:rsidP="00470291">
      <w:pPr>
        <w:tabs>
          <w:tab w:val="left" w:pos="6480"/>
        </w:tabs>
        <w:jc w:val="both"/>
      </w:pPr>
    </w:p>
    <w:p w14:paraId="44B0E09C" w14:textId="77777777" w:rsidR="007F40C0" w:rsidRDefault="007F40C0" w:rsidP="00470291">
      <w:pPr>
        <w:tabs>
          <w:tab w:val="left" w:pos="6480"/>
        </w:tabs>
        <w:jc w:val="both"/>
      </w:pPr>
    </w:p>
    <w:p w14:paraId="799EA25B" w14:textId="77777777" w:rsidR="007F40C0" w:rsidRPr="00470291" w:rsidRDefault="007F40C0" w:rsidP="00470291">
      <w:pPr>
        <w:tabs>
          <w:tab w:val="left" w:pos="6480"/>
        </w:tabs>
        <w:jc w:val="both"/>
      </w:pPr>
    </w:p>
    <w:p w14:paraId="12E4F111" w14:textId="28CECC95" w:rsidR="00405493" w:rsidRDefault="003519FC" w:rsidP="00405493">
      <w:pPr>
        <w:jc w:val="center"/>
        <w:rPr>
          <w:b/>
        </w:rPr>
      </w:pPr>
      <w:r>
        <w:rPr>
          <w:b/>
        </w:rPr>
        <w:t xml:space="preserve">1. Számú </w:t>
      </w:r>
      <w:r w:rsidR="00405493" w:rsidRPr="00444F7B">
        <w:rPr>
          <w:b/>
        </w:rPr>
        <w:t>Határozati javaslat</w:t>
      </w:r>
    </w:p>
    <w:p w14:paraId="7400E27E" w14:textId="77777777" w:rsidR="00405493" w:rsidRDefault="00405493" w:rsidP="00405493">
      <w:pPr>
        <w:jc w:val="both"/>
        <w:rPr>
          <w:b/>
        </w:rPr>
      </w:pPr>
    </w:p>
    <w:p w14:paraId="60FDDEA4" w14:textId="77777777" w:rsidR="00D63B2D" w:rsidRPr="00C32EF3" w:rsidRDefault="00405493" w:rsidP="00405493">
      <w:pPr>
        <w:widowControl w:val="0"/>
        <w:jc w:val="both"/>
        <w:rPr>
          <w:b/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06531A2A" w14:textId="77777777" w:rsidR="00D63B2D" w:rsidRPr="00041150" w:rsidRDefault="00D63B2D" w:rsidP="00D63B2D">
      <w:pPr>
        <w:suppressAutoHyphens/>
        <w:jc w:val="both"/>
      </w:pPr>
    </w:p>
    <w:p w14:paraId="3D1F75E7" w14:textId="1FAFB12E" w:rsidR="00D63B2D" w:rsidRDefault="00405493" w:rsidP="00D63B2D">
      <w:pPr>
        <w:numPr>
          <w:ilvl w:val="0"/>
          <w:numId w:val="22"/>
        </w:numPr>
        <w:suppressAutoHyphens/>
        <w:jc w:val="both"/>
      </w:pPr>
      <w:r>
        <w:t>Nem veszi igénybe</w:t>
      </w:r>
      <w:r w:rsidR="00D63B2D">
        <w:t xml:space="preserve"> a Cegléd Város</w:t>
      </w:r>
      <w:r w:rsidR="007607AA">
        <w:t xml:space="preserve"> Önkormányzatának</w:t>
      </w:r>
      <w:r w:rsidR="00D63B2D">
        <w:t xml:space="preserve"> kizárólagos tulajdonában lévő Cegléd </w:t>
      </w:r>
      <w:r w:rsidR="00470291">
        <w:t xml:space="preserve">belterület </w:t>
      </w:r>
      <w:r w:rsidR="00C433F7">
        <w:t>221/3/A/7</w:t>
      </w:r>
      <w:r w:rsidR="00470291">
        <w:t xml:space="preserve"> hrsz</w:t>
      </w:r>
      <w:r w:rsidR="00D63B2D">
        <w:t xml:space="preserve">-ú, valóságban Cegléd, </w:t>
      </w:r>
      <w:r w:rsidR="00C433F7">
        <w:t>Kossuth Ferenc u. 4</w:t>
      </w:r>
      <w:r w:rsidR="007607AA">
        <w:t>.</w:t>
      </w:r>
      <w:r w:rsidR="00D63B2D">
        <w:t xml:space="preserve"> szám alatti </w:t>
      </w:r>
      <w:r w:rsidR="00C433F7">
        <w:t>292</w:t>
      </w:r>
      <w:r w:rsidR="00D63B2D">
        <w:t xml:space="preserve"> m</w:t>
      </w:r>
      <w:r w:rsidR="00D63B2D">
        <w:rPr>
          <w:vertAlign w:val="superscript"/>
        </w:rPr>
        <w:t xml:space="preserve">2 </w:t>
      </w:r>
      <w:r w:rsidR="00D63B2D">
        <w:t xml:space="preserve">alapterületű </w:t>
      </w:r>
      <w:r w:rsidR="00C433F7">
        <w:t>üzlethelyiséget</w:t>
      </w:r>
      <w:r w:rsidR="00D63B2D">
        <w:t xml:space="preserve"> önkormányzati közfeladat céljára vagy közszolgáltatás ellátására.</w:t>
      </w:r>
    </w:p>
    <w:p w14:paraId="7AFB050B" w14:textId="77777777" w:rsidR="00D63B2D" w:rsidRDefault="00D63B2D" w:rsidP="00D63B2D">
      <w:pPr>
        <w:suppressAutoHyphens/>
        <w:ind w:left="720"/>
        <w:jc w:val="both"/>
      </w:pPr>
    </w:p>
    <w:p w14:paraId="0AFD66F1" w14:textId="412E031F" w:rsidR="00D63B2D" w:rsidRDefault="007F40C0" w:rsidP="00D63B2D">
      <w:pPr>
        <w:numPr>
          <w:ilvl w:val="0"/>
          <w:numId w:val="22"/>
        </w:numPr>
        <w:suppressAutoHyphens/>
        <w:jc w:val="both"/>
      </w:pPr>
      <w:r>
        <w:t>Cegléd Város Önkormányzata Képviselő-testületének az önkormányzat tulajdonában lévő lakások és helyiségek bérletéről szóló 11/2023. (IV. 27.) önkormányzati rendelet</w:t>
      </w:r>
      <w:r w:rsidR="00405493">
        <w:t xml:space="preserve"> szabályai szerint pályázati úton</w:t>
      </w:r>
      <w:r w:rsidR="00D63B2D">
        <w:t>,</w:t>
      </w:r>
      <w:r w:rsidR="00405493">
        <w:t xml:space="preserve"> vagy</w:t>
      </w:r>
      <w:r w:rsidR="00D63B2D">
        <w:t xml:space="preserve"> az I/2018. (I. 31.) Önkormányzati rendelet szabályai szerint versenyeztetési eljárás útján hasznosíthatja a helyiség bérleti jogát.</w:t>
      </w:r>
    </w:p>
    <w:p w14:paraId="3662ED6A" w14:textId="77777777" w:rsidR="00D63B2D" w:rsidRDefault="00D63B2D" w:rsidP="00D63B2D">
      <w:pPr>
        <w:suppressAutoHyphens/>
        <w:ind w:left="720"/>
        <w:jc w:val="both"/>
      </w:pPr>
    </w:p>
    <w:p w14:paraId="0C3AC863" w14:textId="77777777" w:rsidR="002E046E" w:rsidRDefault="00405493" w:rsidP="00D63B2D">
      <w:pPr>
        <w:numPr>
          <w:ilvl w:val="0"/>
          <w:numId w:val="22"/>
        </w:numPr>
        <w:suppressAutoHyphens/>
        <w:jc w:val="both"/>
      </w:pPr>
      <w:r>
        <w:t>Utasítja</w:t>
      </w:r>
      <w:r w:rsidR="00D63B2D" w:rsidRPr="00041150">
        <w:t xml:space="preserve"> a VÁRVAG Nonprofit Kft</w:t>
      </w:r>
      <w:r w:rsidR="00D63B2D">
        <w:t xml:space="preserve">. </w:t>
      </w:r>
      <w:r w:rsidR="00D63B2D" w:rsidRPr="00041150">
        <w:t>-</w:t>
      </w:r>
      <w:r w:rsidR="00D63B2D">
        <w:t xml:space="preserve"> </w:t>
      </w:r>
      <w:r w:rsidR="00D63B2D" w:rsidRPr="00041150">
        <w:t>t, mint Hasznosítót a szükséges intézkedések megtételére.</w:t>
      </w:r>
    </w:p>
    <w:p w14:paraId="46263F61" w14:textId="77777777" w:rsidR="002E046E" w:rsidRPr="00041150" w:rsidRDefault="002E046E" w:rsidP="002E046E">
      <w:pPr>
        <w:suppressAutoHyphens/>
        <w:jc w:val="both"/>
      </w:pPr>
    </w:p>
    <w:p w14:paraId="445A35AB" w14:textId="77777777" w:rsidR="002E046E" w:rsidRDefault="002E046E" w:rsidP="002E046E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="00B10DFB">
        <w:t xml:space="preserve"> </w:t>
      </w:r>
      <w:r>
        <w:t>Dr. Csáky András, polgármester</w:t>
      </w:r>
    </w:p>
    <w:p w14:paraId="53C9BB42" w14:textId="77777777" w:rsidR="00472A6A" w:rsidRDefault="002E046E" w:rsidP="00ED6F02">
      <w:pPr>
        <w:jc w:val="both"/>
        <w:rPr>
          <w:b/>
        </w:rPr>
      </w:pPr>
      <w:r w:rsidRPr="00444F7B">
        <w:rPr>
          <w:b/>
        </w:rPr>
        <w:t xml:space="preserve"> </w:t>
      </w:r>
    </w:p>
    <w:p w14:paraId="3E3AE222" w14:textId="77777777" w:rsidR="00C433F7" w:rsidRDefault="00C433F7" w:rsidP="00ED6F02">
      <w:pPr>
        <w:jc w:val="both"/>
        <w:rPr>
          <w:b/>
        </w:rPr>
      </w:pPr>
    </w:p>
    <w:p w14:paraId="0DC5A389" w14:textId="77777777" w:rsidR="00C433F7" w:rsidRDefault="00C433F7" w:rsidP="00ED6F02">
      <w:pPr>
        <w:jc w:val="both"/>
        <w:rPr>
          <w:b/>
        </w:rPr>
      </w:pPr>
    </w:p>
    <w:p w14:paraId="68387F16" w14:textId="04EF0002" w:rsidR="003519FC" w:rsidRDefault="003519FC" w:rsidP="003519FC">
      <w:pPr>
        <w:jc w:val="center"/>
        <w:rPr>
          <w:b/>
        </w:rPr>
      </w:pPr>
      <w:r>
        <w:rPr>
          <w:b/>
        </w:rPr>
        <w:t xml:space="preserve">2. Számú </w:t>
      </w:r>
      <w:r w:rsidRPr="00444F7B">
        <w:rPr>
          <w:b/>
        </w:rPr>
        <w:t>Határozati javaslat</w:t>
      </w:r>
    </w:p>
    <w:p w14:paraId="5A705A4A" w14:textId="77777777" w:rsidR="003519FC" w:rsidRDefault="003519FC" w:rsidP="003519FC">
      <w:pPr>
        <w:jc w:val="both"/>
        <w:rPr>
          <w:b/>
        </w:rPr>
      </w:pPr>
    </w:p>
    <w:p w14:paraId="2344A6EB" w14:textId="77777777" w:rsidR="003519FC" w:rsidRPr="00C32EF3" w:rsidRDefault="003519FC" w:rsidP="003519FC">
      <w:pPr>
        <w:widowControl w:val="0"/>
        <w:jc w:val="both"/>
        <w:rPr>
          <w:b/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1BC45DA4" w14:textId="77777777" w:rsidR="003519FC" w:rsidRPr="00041150" w:rsidRDefault="003519FC" w:rsidP="003519FC">
      <w:pPr>
        <w:suppressAutoHyphens/>
        <w:jc w:val="both"/>
      </w:pPr>
    </w:p>
    <w:p w14:paraId="57490F01" w14:textId="483B22B7" w:rsidR="003519FC" w:rsidRDefault="003519FC" w:rsidP="003519FC">
      <w:pPr>
        <w:numPr>
          <w:ilvl w:val="0"/>
          <w:numId w:val="36"/>
        </w:numPr>
        <w:suppressAutoHyphens/>
        <w:jc w:val="both"/>
      </w:pPr>
      <w:r>
        <w:t xml:space="preserve">Nem veszi igénybe a Cegléd Város Önkormányzatának kizárólagos tulajdonában lévő Cegléd belterület </w:t>
      </w:r>
      <w:r w:rsidR="00C433F7">
        <w:t xml:space="preserve">273/A/2 </w:t>
      </w:r>
      <w:r>
        <w:t xml:space="preserve">hrsz-ú, valóságban Cegléd, </w:t>
      </w:r>
      <w:r w:rsidR="00C433F7">
        <w:t>Piac u. 1. szám</w:t>
      </w:r>
      <w:r>
        <w:t xml:space="preserve"> alatti </w:t>
      </w:r>
      <w:r w:rsidR="00C433F7">
        <w:t>58</w:t>
      </w:r>
      <w:r>
        <w:t xml:space="preserve"> m</w:t>
      </w:r>
      <w:r>
        <w:rPr>
          <w:vertAlign w:val="superscript"/>
        </w:rPr>
        <w:t xml:space="preserve">2 </w:t>
      </w:r>
      <w:r>
        <w:t>alapterületű irodahelyiséget önkormányzati közfeladat céljára vagy közszolgáltatás ellátására.</w:t>
      </w:r>
    </w:p>
    <w:p w14:paraId="28D17C92" w14:textId="77777777" w:rsidR="003519FC" w:rsidRDefault="003519FC" w:rsidP="003519FC">
      <w:pPr>
        <w:suppressAutoHyphens/>
        <w:ind w:left="720"/>
        <w:jc w:val="both"/>
      </w:pPr>
    </w:p>
    <w:p w14:paraId="07A4B367" w14:textId="77777777" w:rsidR="003519FC" w:rsidRDefault="003519FC" w:rsidP="003519FC">
      <w:pPr>
        <w:numPr>
          <w:ilvl w:val="0"/>
          <w:numId w:val="36"/>
        </w:numPr>
        <w:suppressAutoHyphens/>
        <w:jc w:val="both"/>
      </w:pPr>
      <w:r>
        <w:t>Cegléd Város Önkormányzata Képviselő-testületének az önkormányzat tulajdonában lévő lakások és helyiségek bérletéről szóló 11/2023. (IV. 27.) önkormányzati rendelet szabályai szerint pályázati úton, vagy az I/2018. (I. 31.) Önkormányzati rendelet szabályai szerint versenyeztetési eljárás útján hasznosíthatja a helyiség bérleti jogát.</w:t>
      </w:r>
    </w:p>
    <w:p w14:paraId="54831909" w14:textId="77777777" w:rsidR="003519FC" w:rsidRDefault="003519FC" w:rsidP="003519FC">
      <w:pPr>
        <w:suppressAutoHyphens/>
        <w:ind w:left="720"/>
        <w:jc w:val="both"/>
      </w:pPr>
    </w:p>
    <w:p w14:paraId="446444F6" w14:textId="77777777" w:rsidR="003519FC" w:rsidRDefault="003519FC" w:rsidP="003519FC">
      <w:pPr>
        <w:numPr>
          <w:ilvl w:val="0"/>
          <w:numId w:val="36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mint Hasznosítót a szükséges intézkedések megtételére.</w:t>
      </w:r>
    </w:p>
    <w:p w14:paraId="55B67146" w14:textId="77777777" w:rsidR="003519FC" w:rsidRPr="00041150" w:rsidRDefault="003519FC" w:rsidP="003519FC">
      <w:pPr>
        <w:suppressAutoHyphens/>
        <w:jc w:val="both"/>
      </w:pPr>
    </w:p>
    <w:p w14:paraId="53247773" w14:textId="77777777" w:rsidR="003519FC" w:rsidRDefault="003519FC" w:rsidP="003519FC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>
        <w:t xml:space="preserve"> Dr. Csáky András, polgármester</w:t>
      </w:r>
    </w:p>
    <w:p w14:paraId="5DAAFD05" w14:textId="77777777" w:rsidR="00472A6A" w:rsidRDefault="00472A6A" w:rsidP="00ED6F02">
      <w:pPr>
        <w:jc w:val="both"/>
        <w:rPr>
          <w:b/>
        </w:rPr>
      </w:pPr>
    </w:p>
    <w:p w14:paraId="5DC80E9E" w14:textId="77777777" w:rsidR="003519FC" w:rsidRDefault="003519FC" w:rsidP="00ED6F02">
      <w:pPr>
        <w:jc w:val="both"/>
        <w:rPr>
          <w:b/>
        </w:rPr>
      </w:pPr>
    </w:p>
    <w:p w14:paraId="795A8ADF" w14:textId="77777777" w:rsidR="00C433F7" w:rsidRDefault="00C433F7" w:rsidP="00ED6F02">
      <w:pPr>
        <w:jc w:val="both"/>
        <w:rPr>
          <w:b/>
        </w:rPr>
      </w:pPr>
    </w:p>
    <w:p w14:paraId="73C0F4D4" w14:textId="77777777" w:rsidR="00C433F7" w:rsidRDefault="00C433F7" w:rsidP="00ED6F02">
      <w:pPr>
        <w:jc w:val="both"/>
        <w:rPr>
          <w:b/>
        </w:rPr>
      </w:pPr>
    </w:p>
    <w:p w14:paraId="7E71A6BF" w14:textId="77777777" w:rsidR="00C433F7" w:rsidRDefault="00C433F7" w:rsidP="00ED6F02">
      <w:pPr>
        <w:jc w:val="both"/>
        <w:rPr>
          <w:b/>
        </w:rPr>
      </w:pPr>
    </w:p>
    <w:p w14:paraId="2D13494B" w14:textId="77777777" w:rsidR="00C433F7" w:rsidRDefault="00C433F7" w:rsidP="00ED6F02">
      <w:pPr>
        <w:jc w:val="both"/>
        <w:rPr>
          <w:b/>
        </w:rPr>
      </w:pPr>
    </w:p>
    <w:p w14:paraId="1DFBECE6" w14:textId="77777777" w:rsidR="00C433F7" w:rsidRDefault="00C433F7" w:rsidP="00ED6F02">
      <w:pPr>
        <w:jc w:val="both"/>
        <w:rPr>
          <w:b/>
        </w:rPr>
      </w:pPr>
    </w:p>
    <w:p w14:paraId="1B7AA2F7" w14:textId="77777777" w:rsidR="00C433F7" w:rsidRDefault="00C433F7" w:rsidP="00ED6F02">
      <w:pPr>
        <w:jc w:val="both"/>
        <w:rPr>
          <w:b/>
        </w:rPr>
      </w:pPr>
    </w:p>
    <w:p w14:paraId="57C714B6" w14:textId="77777777" w:rsidR="00C433F7" w:rsidRDefault="00C433F7" w:rsidP="00ED6F02">
      <w:pPr>
        <w:jc w:val="both"/>
        <w:rPr>
          <w:b/>
        </w:rPr>
      </w:pPr>
    </w:p>
    <w:p w14:paraId="4518C530" w14:textId="2FBF5934" w:rsidR="003519FC" w:rsidRDefault="003519FC" w:rsidP="003519FC">
      <w:pPr>
        <w:jc w:val="center"/>
        <w:rPr>
          <w:b/>
        </w:rPr>
      </w:pPr>
      <w:r>
        <w:rPr>
          <w:b/>
        </w:rPr>
        <w:t xml:space="preserve">3. Számú </w:t>
      </w:r>
      <w:r w:rsidRPr="00444F7B">
        <w:rPr>
          <w:b/>
        </w:rPr>
        <w:t>Határozati javaslat</w:t>
      </w:r>
    </w:p>
    <w:p w14:paraId="625198E7" w14:textId="77777777" w:rsidR="003519FC" w:rsidRDefault="003519FC" w:rsidP="003519FC">
      <w:pPr>
        <w:jc w:val="both"/>
        <w:rPr>
          <w:b/>
        </w:rPr>
      </w:pPr>
    </w:p>
    <w:p w14:paraId="6F63C748" w14:textId="77777777" w:rsidR="003519FC" w:rsidRPr="00C32EF3" w:rsidRDefault="003519FC" w:rsidP="003519FC">
      <w:pPr>
        <w:widowControl w:val="0"/>
        <w:jc w:val="both"/>
        <w:rPr>
          <w:b/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61E10E8A" w14:textId="77777777" w:rsidR="003519FC" w:rsidRPr="00041150" w:rsidRDefault="003519FC" w:rsidP="003519FC">
      <w:pPr>
        <w:suppressAutoHyphens/>
        <w:jc w:val="both"/>
      </w:pPr>
    </w:p>
    <w:p w14:paraId="11F7A7DE" w14:textId="3FCD762B" w:rsidR="003519FC" w:rsidRDefault="003519FC" w:rsidP="003519FC">
      <w:pPr>
        <w:numPr>
          <w:ilvl w:val="0"/>
          <w:numId w:val="37"/>
        </w:numPr>
        <w:suppressAutoHyphens/>
        <w:jc w:val="both"/>
      </w:pPr>
      <w:r>
        <w:t xml:space="preserve">Nem veszi igénybe a Cegléd Város Önkormányzatának kizárólagos tulajdonában lévő </w:t>
      </w:r>
      <w:r w:rsidR="00C433F7" w:rsidRPr="00DF4AEA">
        <w:t xml:space="preserve">Cegléd belterületén fekvő </w:t>
      </w:r>
      <w:r w:rsidR="00C433F7">
        <w:t>43</w:t>
      </w:r>
      <w:r w:rsidR="00C433F7" w:rsidRPr="00DF4AEA">
        <w:t xml:space="preserve"> hrsz-ú, a valóságban</w:t>
      </w:r>
      <w:r w:rsidR="00C433F7">
        <w:t xml:space="preserve">, </w:t>
      </w:r>
      <w:r w:rsidR="00C433F7" w:rsidRPr="00DF4AEA">
        <w:t xml:space="preserve">Cegléd, Kossuth </w:t>
      </w:r>
      <w:r w:rsidR="00C433F7">
        <w:t>t</w:t>
      </w:r>
      <w:r w:rsidR="00C433F7" w:rsidRPr="00DF4AEA">
        <w:t>ér 1</w:t>
      </w:r>
      <w:r w:rsidR="00C433F7">
        <w:t>0</w:t>
      </w:r>
      <w:r w:rsidR="00C433F7" w:rsidRPr="00DF4AEA">
        <w:t>. szám alatt található</w:t>
      </w:r>
      <w:r w:rsidR="00C433F7">
        <w:t>,</w:t>
      </w:r>
      <w:r w:rsidR="00C433F7" w:rsidRPr="00DF4AEA">
        <w:t xml:space="preserve"> </w:t>
      </w:r>
      <w:r w:rsidR="00C433F7">
        <w:t>1208 m</w:t>
      </w:r>
      <w:r w:rsidR="00C433F7">
        <w:rPr>
          <w:vertAlign w:val="superscript"/>
        </w:rPr>
        <w:t>2</w:t>
      </w:r>
      <w:r w:rsidR="00C433F7">
        <w:t xml:space="preserve"> alapterületű </w:t>
      </w:r>
      <w:r w:rsidR="00C433F7" w:rsidRPr="00DF4AEA">
        <w:t xml:space="preserve">kivett </w:t>
      </w:r>
      <w:r w:rsidR="00C433F7">
        <w:t>áruház megnevezésű</w:t>
      </w:r>
      <w:r w:rsidR="00C433F7" w:rsidRPr="00DF4AEA">
        <w:t xml:space="preserve"> ingatlanból</w:t>
      </w:r>
      <w:r w:rsidR="00C433F7">
        <w:t xml:space="preserve"> 63 m</w:t>
      </w:r>
      <w:r w:rsidR="00C433F7">
        <w:rPr>
          <w:vertAlign w:val="superscript"/>
        </w:rPr>
        <w:t>2</w:t>
      </w:r>
      <w:r w:rsidR="00C433F7">
        <w:t xml:space="preserve"> alapterületű helyiségrészt</w:t>
      </w:r>
      <w:r>
        <w:t xml:space="preserve"> önkormányzati közfeladat </w:t>
      </w:r>
      <w:r w:rsidR="00C433F7">
        <w:t>céljára</w:t>
      </w:r>
      <w:r>
        <w:t xml:space="preserve"> vagy közszolgáltatás ellátására.</w:t>
      </w:r>
    </w:p>
    <w:p w14:paraId="64EF9A0E" w14:textId="77777777" w:rsidR="003519FC" w:rsidRDefault="003519FC" w:rsidP="003519FC">
      <w:pPr>
        <w:suppressAutoHyphens/>
        <w:ind w:left="720"/>
        <w:jc w:val="both"/>
      </w:pPr>
    </w:p>
    <w:p w14:paraId="56F603F2" w14:textId="77777777" w:rsidR="003519FC" w:rsidRDefault="003519FC" w:rsidP="003519FC">
      <w:pPr>
        <w:numPr>
          <w:ilvl w:val="0"/>
          <w:numId w:val="37"/>
        </w:numPr>
        <w:suppressAutoHyphens/>
        <w:jc w:val="both"/>
      </w:pPr>
      <w:r>
        <w:t>Cegléd Város Önkormányzata Képviselő-testületének az önkormányzat tulajdonában lévő lakások és helyiségek bérletéről szóló 11/2023. (IV. 27.) önkormányzati rendelet szabályai szerint pályázati úton, vagy az I/2018. (I. 31.) Önkormányzati rendelet szabályai szerint versenyeztetési eljárás útján hasznosíthatja a helyiség bérleti jogát.</w:t>
      </w:r>
    </w:p>
    <w:p w14:paraId="3702343B" w14:textId="77777777" w:rsidR="003519FC" w:rsidRDefault="003519FC" w:rsidP="003519FC">
      <w:pPr>
        <w:suppressAutoHyphens/>
        <w:ind w:left="720"/>
        <w:jc w:val="both"/>
      </w:pPr>
    </w:p>
    <w:p w14:paraId="6A9A82B0" w14:textId="77777777" w:rsidR="003519FC" w:rsidRDefault="003519FC" w:rsidP="003519FC">
      <w:pPr>
        <w:numPr>
          <w:ilvl w:val="0"/>
          <w:numId w:val="37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mint Hasznosítót a szükséges intézkedések megtételére.</w:t>
      </w:r>
    </w:p>
    <w:p w14:paraId="4494902D" w14:textId="77777777" w:rsidR="003519FC" w:rsidRPr="00041150" w:rsidRDefault="003519FC" w:rsidP="003519FC">
      <w:pPr>
        <w:suppressAutoHyphens/>
        <w:jc w:val="both"/>
      </w:pPr>
    </w:p>
    <w:p w14:paraId="126BD9F4" w14:textId="77777777" w:rsidR="003519FC" w:rsidRDefault="003519FC" w:rsidP="003519FC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>
        <w:t xml:space="preserve"> Dr. Csáky András, polgármester</w:t>
      </w:r>
    </w:p>
    <w:p w14:paraId="06494CED" w14:textId="77777777" w:rsidR="003519FC" w:rsidRDefault="003519FC" w:rsidP="00ED6F02">
      <w:pPr>
        <w:jc w:val="both"/>
        <w:rPr>
          <w:b/>
        </w:rPr>
      </w:pPr>
    </w:p>
    <w:p w14:paraId="5106DC4E" w14:textId="1154AAF6" w:rsidR="003519FC" w:rsidRDefault="003519FC" w:rsidP="00C433F7">
      <w:pPr>
        <w:rPr>
          <w:b/>
        </w:rPr>
      </w:pPr>
    </w:p>
    <w:p w14:paraId="6DF9F59F" w14:textId="77777777" w:rsidR="007F40C0" w:rsidRDefault="007F40C0" w:rsidP="00ED6F02">
      <w:pPr>
        <w:jc w:val="both"/>
      </w:pPr>
    </w:p>
    <w:p w14:paraId="03B97E04" w14:textId="77777777" w:rsidR="00ED6F02" w:rsidRPr="00B54CCC" w:rsidRDefault="00ED6F02" w:rsidP="00ED6F02">
      <w:pPr>
        <w:jc w:val="both"/>
        <w:rPr>
          <w:b/>
          <w:sz w:val="22"/>
        </w:rPr>
      </w:pPr>
      <w:r w:rsidRPr="00B54CCC">
        <w:rPr>
          <w:b/>
          <w:sz w:val="22"/>
        </w:rPr>
        <w:t>A határozatot kapja:</w:t>
      </w:r>
    </w:p>
    <w:p w14:paraId="7E2400B8" w14:textId="77777777" w:rsidR="00B10DFB" w:rsidRDefault="00902141" w:rsidP="00902141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 xml:space="preserve">1. VÁRVAG Nonprofit </w:t>
      </w:r>
      <w:r w:rsidR="00B10DFB">
        <w:rPr>
          <w:sz w:val="22"/>
        </w:rPr>
        <w:t>Kft. Mótyán Krisztián ügyvezető</w:t>
      </w:r>
    </w:p>
    <w:p w14:paraId="463C858F" w14:textId="77777777" w:rsidR="00902141" w:rsidRPr="00B54CCC" w:rsidRDefault="00902141" w:rsidP="00902141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2. Ceglédi Közös Önkormányzati Hivatal (vagyonkataszter)</w:t>
      </w:r>
    </w:p>
    <w:p w14:paraId="1ADC9C63" w14:textId="77777777" w:rsidR="00902141" w:rsidRPr="00B54CCC" w:rsidRDefault="00902141" w:rsidP="00902141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3. Ceglédi Közös Önkormányzati Hivatal (térinformatika)</w:t>
      </w:r>
    </w:p>
    <w:p w14:paraId="1C6848D9" w14:textId="77777777" w:rsidR="00ED6F02" w:rsidRPr="00B54CCC" w:rsidRDefault="00902141" w:rsidP="00902141">
      <w:pPr>
        <w:jc w:val="both"/>
        <w:rPr>
          <w:sz w:val="22"/>
        </w:rPr>
      </w:pPr>
      <w:r w:rsidRPr="00B54CCC">
        <w:rPr>
          <w:sz w:val="22"/>
        </w:rPr>
        <w:t>4. Irattár</w:t>
      </w:r>
    </w:p>
    <w:p w14:paraId="67BF803A" w14:textId="77777777" w:rsidR="00AC0366" w:rsidRPr="00041150" w:rsidRDefault="00AC0366" w:rsidP="00ED6F02">
      <w:pPr>
        <w:jc w:val="both"/>
      </w:pPr>
    </w:p>
    <w:p w14:paraId="38A71147" w14:textId="77777777" w:rsidR="00AC0366" w:rsidRDefault="00ED6F02" w:rsidP="00ED6F02">
      <w:pPr>
        <w:jc w:val="both"/>
      </w:pPr>
      <w:r w:rsidRPr="00041150">
        <w:t>Láttam:</w:t>
      </w:r>
    </w:p>
    <w:p w14:paraId="2F6F6897" w14:textId="77777777" w:rsidR="007F40C0" w:rsidRDefault="007F40C0" w:rsidP="00ED6F02">
      <w:pPr>
        <w:jc w:val="both"/>
      </w:pPr>
    </w:p>
    <w:p w14:paraId="7C4EB352" w14:textId="77777777" w:rsidR="00ED6F02" w:rsidRPr="00041150" w:rsidRDefault="00ED6F02" w:rsidP="00B54CCC">
      <w:pPr>
        <w:ind w:right="5670"/>
        <w:jc w:val="center"/>
      </w:pPr>
      <w:r w:rsidRPr="00041150">
        <w:t>Dr. Diósgyőri Gitta</w:t>
      </w:r>
    </w:p>
    <w:p w14:paraId="72424B85" w14:textId="77777777" w:rsidR="00917AD6" w:rsidRPr="00041150" w:rsidRDefault="00BB718E" w:rsidP="00B54CCC">
      <w:pPr>
        <w:ind w:right="5670"/>
        <w:jc w:val="center"/>
      </w:pPr>
      <w:r>
        <w:t>címzetes</w:t>
      </w:r>
      <w:r w:rsidR="00ED6F02" w:rsidRPr="00041150">
        <w:t xml:space="preserve"> </w:t>
      </w:r>
      <w:r>
        <w:t>fő</w:t>
      </w:r>
      <w:r w:rsidR="00ED6F02" w:rsidRPr="00041150">
        <w:t>jegyző</w:t>
      </w:r>
    </w:p>
    <w:sectPr w:rsidR="00917AD6" w:rsidRPr="00041150" w:rsidSect="002E046E">
      <w:footerReference w:type="default" r:id="rId10"/>
      <w:pgSz w:w="11906" w:h="16838"/>
      <w:pgMar w:top="1418" w:right="1417" w:bottom="1418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4E344" w14:textId="77777777" w:rsidR="00B01EE1" w:rsidRDefault="00B01EE1">
      <w:r>
        <w:separator/>
      </w:r>
    </w:p>
  </w:endnote>
  <w:endnote w:type="continuationSeparator" w:id="0">
    <w:p w14:paraId="31DD7CE8" w14:textId="77777777" w:rsidR="00B01EE1" w:rsidRDefault="00B0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E02F7" w14:textId="77777777" w:rsidR="00CF6131" w:rsidRDefault="00CF6131" w:rsidP="00063074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0C5987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0C5987">
      <w:rPr>
        <w:rStyle w:val="Oldalszm"/>
        <w:noProof/>
      </w:rPr>
      <w:t>3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A3989" w14:textId="77777777" w:rsidR="00B01EE1" w:rsidRDefault="00B01EE1">
      <w:r>
        <w:separator/>
      </w:r>
    </w:p>
  </w:footnote>
  <w:footnote w:type="continuationSeparator" w:id="0">
    <w:p w14:paraId="2C38B4F2" w14:textId="77777777" w:rsidR="00B01EE1" w:rsidRDefault="00B01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5038A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5252A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55F96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2655DA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BC54FB8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C3911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C78D1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A447B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D7F0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41430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26300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94DB4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545E0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680C69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8F24C9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21127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301BA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0"/>
  </w:num>
  <w:num w:numId="5">
    <w:abstractNumId w:val="33"/>
  </w:num>
  <w:num w:numId="6">
    <w:abstractNumId w:val="8"/>
  </w:num>
  <w:num w:numId="7">
    <w:abstractNumId w:val="3"/>
  </w:num>
  <w:num w:numId="8">
    <w:abstractNumId w:val="29"/>
  </w:num>
  <w:num w:numId="9">
    <w:abstractNumId w:val="20"/>
  </w:num>
  <w:num w:numId="10">
    <w:abstractNumId w:val="1"/>
  </w:num>
  <w:num w:numId="11">
    <w:abstractNumId w:val="5"/>
  </w:num>
  <w:num w:numId="12">
    <w:abstractNumId w:val="25"/>
  </w:num>
  <w:num w:numId="13">
    <w:abstractNumId w:val="7"/>
  </w:num>
  <w:num w:numId="14">
    <w:abstractNumId w:val="16"/>
  </w:num>
  <w:num w:numId="15">
    <w:abstractNumId w:val="14"/>
  </w:num>
  <w:num w:numId="16">
    <w:abstractNumId w:val="35"/>
  </w:num>
  <w:num w:numId="17">
    <w:abstractNumId w:val="30"/>
  </w:num>
  <w:num w:numId="18">
    <w:abstractNumId w:val="11"/>
  </w:num>
  <w:num w:numId="19">
    <w:abstractNumId w:val="32"/>
  </w:num>
  <w:num w:numId="20">
    <w:abstractNumId w:val="15"/>
  </w:num>
  <w:num w:numId="21">
    <w:abstractNumId w:val="34"/>
  </w:num>
  <w:num w:numId="22">
    <w:abstractNumId w:val="6"/>
  </w:num>
  <w:num w:numId="23">
    <w:abstractNumId w:val="12"/>
  </w:num>
  <w:num w:numId="24">
    <w:abstractNumId w:val="23"/>
  </w:num>
  <w:num w:numId="25">
    <w:abstractNumId w:val="22"/>
  </w:num>
  <w:num w:numId="26">
    <w:abstractNumId w:val="19"/>
  </w:num>
  <w:num w:numId="27">
    <w:abstractNumId w:val="26"/>
  </w:num>
  <w:num w:numId="28">
    <w:abstractNumId w:val="4"/>
  </w:num>
  <w:num w:numId="29">
    <w:abstractNumId w:val="21"/>
  </w:num>
  <w:num w:numId="30">
    <w:abstractNumId w:val="17"/>
  </w:num>
  <w:num w:numId="31">
    <w:abstractNumId w:val="27"/>
  </w:num>
  <w:num w:numId="32">
    <w:abstractNumId w:val="24"/>
  </w:num>
  <w:num w:numId="33">
    <w:abstractNumId w:val="28"/>
  </w:num>
  <w:num w:numId="34">
    <w:abstractNumId w:val="13"/>
  </w:num>
  <w:num w:numId="35">
    <w:abstractNumId w:val="10"/>
  </w:num>
  <w:num w:numId="36">
    <w:abstractNumId w:val="18"/>
  </w:num>
  <w:num w:numId="37">
    <w:abstractNumId w:val="31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47F9"/>
    <w:rsid w:val="00005266"/>
    <w:rsid w:val="00006273"/>
    <w:rsid w:val="000118B2"/>
    <w:rsid w:val="0001366F"/>
    <w:rsid w:val="00020D2E"/>
    <w:rsid w:val="0003162C"/>
    <w:rsid w:val="00041150"/>
    <w:rsid w:val="00041CD3"/>
    <w:rsid w:val="00044512"/>
    <w:rsid w:val="0004548D"/>
    <w:rsid w:val="00045D3A"/>
    <w:rsid w:val="00047764"/>
    <w:rsid w:val="00063074"/>
    <w:rsid w:val="000654E4"/>
    <w:rsid w:val="00066791"/>
    <w:rsid w:val="000805C8"/>
    <w:rsid w:val="00085ED0"/>
    <w:rsid w:val="00086711"/>
    <w:rsid w:val="00093DCC"/>
    <w:rsid w:val="00094061"/>
    <w:rsid w:val="000A3B9D"/>
    <w:rsid w:val="000A41CE"/>
    <w:rsid w:val="000B220B"/>
    <w:rsid w:val="000B7240"/>
    <w:rsid w:val="000C5987"/>
    <w:rsid w:val="000C68D0"/>
    <w:rsid w:val="000D6121"/>
    <w:rsid w:val="000D781D"/>
    <w:rsid w:val="000E67FC"/>
    <w:rsid w:val="000F0189"/>
    <w:rsid w:val="000F2FFA"/>
    <w:rsid w:val="000F3D12"/>
    <w:rsid w:val="000F4365"/>
    <w:rsid w:val="000F55BE"/>
    <w:rsid w:val="000F7046"/>
    <w:rsid w:val="000F7A7D"/>
    <w:rsid w:val="0010304C"/>
    <w:rsid w:val="001058F0"/>
    <w:rsid w:val="001134FF"/>
    <w:rsid w:val="00117266"/>
    <w:rsid w:val="00122D67"/>
    <w:rsid w:val="00123D21"/>
    <w:rsid w:val="001258DA"/>
    <w:rsid w:val="00125C68"/>
    <w:rsid w:val="00133B43"/>
    <w:rsid w:val="0014078B"/>
    <w:rsid w:val="00147A44"/>
    <w:rsid w:val="001507B7"/>
    <w:rsid w:val="00157186"/>
    <w:rsid w:val="00171FA2"/>
    <w:rsid w:val="00175F93"/>
    <w:rsid w:val="0018145E"/>
    <w:rsid w:val="001900CB"/>
    <w:rsid w:val="001929BC"/>
    <w:rsid w:val="00195676"/>
    <w:rsid w:val="001A17D8"/>
    <w:rsid w:val="001A7E57"/>
    <w:rsid w:val="001B2937"/>
    <w:rsid w:val="001D0E8D"/>
    <w:rsid w:val="001E01F1"/>
    <w:rsid w:val="001E3EF7"/>
    <w:rsid w:val="001F0A52"/>
    <w:rsid w:val="001F1A36"/>
    <w:rsid w:val="00200432"/>
    <w:rsid w:val="00215B1D"/>
    <w:rsid w:val="00220237"/>
    <w:rsid w:val="002244C5"/>
    <w:rsid w:val="00224677"/>
    <w:rsid w:val="002345F5"/>
    <w:rsid w:val="00245956"/>
    <w:rsid w:val="00246DD7"/>
    <w:rsid w:val="00253ED6"/>
    <w:rsid w:val="00254F70"/>
    <w:rsid w:val="00261AC5"/>
    <w:rsid w:val="00262430"/>
    <w:rsid w:val="00265E97"/>
    <w:rsid w:val="00266006"/>
    <w:rsid w:val="00266585"/>
    <w:rsid w:val="00274E22"/>
    <w:rsid w:val="002829F2"/>
    <w:rsid w:val="00283511"/>
    <w:rsid w:val="0028622D"/>
    <w:rsid w:val="00294FF4"/>
    <w:rsid w:val="002A434C"/>
    <w:rsid w:val="002B4F4D"/>
    <w:rsid w:val="002D1A5B"/>
    <w:rsid w:val="002E046E"/>
    <w:rsid w:val="002E45AC"/>
    <w:rsid w:val="002F3BBA"/>
    <w:rsid w:val="002F7D26"/>
    <w:rsid w:val="00304D4A"/>
    <w:rsid w:val="00315118"/>
    <w:rsid w:val="003163A4"/>
    <w:rsid w:val="00317D8D"/>
    <w:rsid w:val="00322A18"/>
    <w:rsid w:val="00324972"/>
    <w:rsid w:val="00325688"/>
    <w:rsid w:val="00326D47"/>
    <w:rsid w:val="00330447"/>
    <w:rsid w:val="003337F7"/>
    <w:rsid w:val="003371C8"/>
    <w:rsid w:val="0034284F"/>
    <w:rsid w:val="003475D6"/>
    <w:rsid w:val="003519FC"/>
    <w:rsid w:val="00351D3F"/>
    <w:rsid w:val="0037760E"/>
    <w:rsid w:val="0037762E"/>
    <w:rsid w:val="00380BCA"/>
    <w:rsid w:val="003917A7"/>
    <w:rsid w:val="00392AF9"/>
    <w:rsid w:val="003951EF"/>
    <w:rsid w:val="003971DC"/>
    <w:rsid w:val="003A358B"/>
    <w:rsid w:val="003A4C18"/>
    <w:rsid w:val="003B59DA"/>
    <w:rsid w:val="003C44D2"/>
    <w:rsid w:val="003D26B2"/>
    <w:rsid w:val="003D6B44"/>
    <w:rsid w:val="003D7DFF"/>
    <w:rsid w:val="003E63B6"/>
    <w:rsid w:val="003F6D4B"/>
    <w:rsid w:val="003F70E9"/>
    <w:rsid w:val="00405493"/>
    <w:rsid w:val="00407BDB"/>
    <w:rsid w:val="004148B6"/>
    <w:rsid w:val="00415649"/>
    <w:rsid w:val="00431934"/>
    <w:rsid w:val="00431D8A"/>
    <w:rsid w:val="0043271B"/>
    <w:rsid w:val="00433FEB"/>
    <w:rsid w:val="00436F9D"/>
    <w:rsid w:val="00437F57"/>
    <w:rsid w:val="00441448"/>
    <w:rsid w:val="004423B4"/>
    <w:rsid w:val="004563EE"/>
    <w:rsid w:val="00462F30"/>
    <w:rsid w:val="00465DDE"/>
    <w:rsid w:val="00470291"/>
    <w:rsid w:val="00472393"/>
    <w:rsid w:val="00472A6A"/>
    <w:rsid w:val="00474E36"/>
    <w:rsid w:val="004777BD"/>
    <w:rsid w:val="004814F9"/>
    <w:rsid w:val="00483C95"/>
    <w:rsid w:val="00485610"/>
    <w:rsid w:val="004935E6"/>
    <w:rsid w:val="0049506E"/>
    <w:rsid w:val="00495804"/>
    <w:rsid w:val="00495D6F"/>
    <w:rsid w:val="004A7521"/>
    <w:rsid w:val="004A7FFD"/>
    <w:rsid w:val="004B1C99"/>
    <w:rsid w:val="004B2FAA"/>
    <w:rsid w:val="004C3F02"/>
    <w:rsid w:val="004C5F03"/>
    <w:rsid w:val="004C71BC"/>
    <w:rsid w:val="004D18B4"/>
    <w:rsid w:val="004E0EE1"/>
    <w:rsid w:val="004E26E7"/>
    <w:rsid w:val="004E2E70"/>
    <w:rsid w:val="004E4A47"/>
    <w:rsid w:val="004E4D43"/>
    <w:rsid w:val="004E52FD"/>
    <w:rsid w:val="004E5B7E"/>
    <w:rsid w:val="004E6E77"/>
    <w:rsid w:val="004F4B9B"/>
    <w:rsid w:val="004F4DF1"/>
    <w:rsid w:val="004F6641"/>
    <w:rsid w:val="00510CA1"/>
    <w:rsid w:val="0051430E"/>
    <w:rsid w:val="00514707"/>
    <w:rsid w:val="00515589"/>
    <w:rsid w:val="0051606E"/>
    <w:rsid w:val="00524D0C"/>
    <w:rsid w:val="00533233"/>
    <w:rsid w:val="00535C2A"/>
    <w:rsid w:val="00541E26"/>
    <w:rsid w:val="00542302"/>
    <w:rsid w:val="00545D9F"/>
    <w:rsid w:val="00545F89"/>
    <w:rsid w:val="00551409"/>
    <w:rsid w:val="00551744"/>
    <w:rsid w:val="005543FB"/>
    <w:rsid w:val="00561BC3"/>
    <w:rsid w:val="00563A91"/>
    <w:rsid w:val="00564852"/>
    <w:rsid w:val="00571758"/>
    <w:rsid w:val="00585876"/>
    <w:rsid w:val="0058665E"/>
    <w:rsid w:val="0059612C"/>
    <w:rsid w:val="00596902"/>
    <w:rsid w:val="00597FFB"/>
    <w:rsid w:val="005A163A"/>
    <w:rsid w:val="005B18C0"/>
    <w:rsid w:val="005B336D"/>
    <w:rsid w:val="005B4FC6"/>
    <w:rsid w:val="005C1FD6"/>
    <w:rsid w:val="005C2DAB"/>
    <w:rsid w:val="005D6A28"/>
    <w:rsid w:val="005E16DB"/>
    <w:rsid w:val="005E1968"/>
    <w:rsid w:val="005E5913"/>
    <w:rsid w:val="005F0036"/>
    <w:rsid w:val="005F53B9"/>
    <w:rsid w:val="005F5E26"/>
    <w:rsid w:val="006019A6"/>
    <w:rsid w:val="00617545"/>
    <w:rsid w:val="006213C9"/>
    <w:rsid w:val="006274C2"/>
    <w:rsid w:val="0063111A"/>
    <w:rsid w:val="00632C2B"/>
    <w:rsid w:val="006365DB"/>
    <w:rsid w:val="00646C54"/>
    <w:rsid w:val="0065118F"/>
    <w:rsid w:val="00652856"/>
    <w:rsid w:val="00655BB6"/>
    <w:rsid w:val="00656212"/>
    <w:rsid w:val="006567F9"/>
    <w:rsid w:val="0067399C"/>
    <w:rsid w:val="00674828"/>
    <w:rsid w:val="00677D1E"/>
    <w:rsid w:val="00680B6F"/>
    <w:rsid w:val="00682F55"/>
    <w:rsid w:val="00684BEF"/>
    <w:rsid w:val="00693242"/>
    <w:rsid w:val="00695E98"/>
    <w:rsid w:val="00696303"/>
    <w:rsid w:val="00696702"/>
    <w:rsid w:val="006B6F4D"/>
    <w:rsid w:val="006B71A4"/>
    <w:rsid w:val="006C003C"/>
    <w:rsid w:val="006C43FE"/>
    <w:rsid w:val="006D0C22"/>
    <w:rsid w:val="006D5EFD"/>
    <w:rsid w:val="006E21DC"/>
    <w:rsid w:val="006E2C7A"/>
    <w:rsid w:val="006F7D52"/>
    <w:rsid w:val="00701CBE"/>
    <w:rsid w:val="0070267D"/>
    <w:rsid w:val="00712FBC"/>
    <w:rsid w:val="00713A60"/>
    <w:rsid w:val="007156AC"/>
    <w:rsid w:val="0071781D"/>
    <w:rsid w:val="00717886"/>
    <w:rsid w:val="00725110"/>
    <w:rsid w:val="00730413"/>
    <w:rsid w:val="00737124"/>
    <w:rsid w:val="00737493"/>
    <w:rsid w:val="00741899"/>
    <w:rsid w:val="00744D43"/>
    <w:rsid w:val="007470C7"/>
    <w:rsid w:val="00754266"/>
    <w:rsid w:val="00755383"/>
    <w:rsid w:val="007607AA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85316"/>
    <w:rsid w:val="00790ABB"/>
    <w:rsid w:val="00792E1F"/>
    <w:rsid w:val="00796A57"/>
    <w:rsid w:val="00797F9F"/>
    <w:rsid w:val="007A3F0B"/>
    <w:rsid w:val="007B0B74"/>
    <w:rsid w:val="007B3C79"/>
    <w:rsid w:val="007B6502"/>
    <w:rsid w:val="007B7300"/>
    <w:rsid w:val="007C42D0"/>
    <w:rsid w:val="007C56E2"/>
    <w:rsid w:val="007C5772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7F40C0"/>
    <w:rsid w:val="00803FA6"/>
    <w:rsid w:val="008119C2"/>
    <w:rsid w:val="0081469E"/>
    <w:rsid w:val="00816AFC"/>
    <w:rsid w:val="00823235"/>
    <w:rsid w:val="00824A3A"/>
    <w:rsid w:val="0084529A"/>
    <w:rsid w:val="00845857"/>
    <w:rsid w:val="0085352E"/>
    <w:rsid w:val="00853C56"/>
    <w:rsid w:val="00854F62"/>
    <w:rsid w:val="00855F16"/>
    <w:rsid w:val="00857AF4"/>
    <w:rsid w:val="00863428"/>
    <w:rsid w:val="008669A7"/>
    <w:rsid w:val="008717C1"/>
    <w:rsid w:val="00873551"/>
    <w:rsid w:val="00873D48"/>
    <w:rsid w:val="008810F0"/>
    <w:rsid w:val="00884DC4"/>
    <w:rsid w:val="00886A73"/>
    <w:rsid w:val="008906A2"/>
    <w:rsid w:val="00892BA9"/>
    <w:rsid w:val="008970B1"/>
    <w:rsid w:val="00897F97"/>
    <w:rsid w:val="008A1825"/>
    <w:rsid w:val="008A27A2"/>
    <w:rsid w:val="008B124A"/>
    <w:rsid w:val="008B1375"/>
    <w:rsid w:val="008D0BBE"/>
    <w:rsid w:val="008D1D16"/>
    <w:rsid w:val="008D38D2"/>
    <w:rsid w:val="008D7E7A"/>
    <w:rsid w:val="008E4316"/>
    <w:rsid w:val="008F0BA4"/>
    <w:rsid w:val="00900B48"/>
    <w:rsid w:val="0090184C"/>
    <w:rsid w:val="00902141"/>
    <w:rsid w:val="00902CC2"/>
    <w:rsid w:val="00903F3D"/>
    <w:rsid w:val="0090783B"/>
    <w:rsid w:val="009153BE"/>
    <w:rsid w:val="0091637F"/>
    <w:rsid w:val="00917433"/>
    <w:rsid w:val="00917AD6"/>
    <w:rsid w:val="00921337"/>
    <w:rsid w:val="009216A6"/>
    <w:rsid w:val="009263DF"/>
    <w:rsid w:val="00930288"/>
    <w:rsid w:val="0093390F"/>
    <w:rsid w:val="009424AD"/>
    <w:rsid w:val="00962E1F"/>
    <w:rsid w:val="00965F66"/>
    <w:rsid w:val="00975399"/>
    <w:rsid w:val="009755C4"/>
    <w:rsid w:val="00981465"/>
    <w:rsid w:val="00981F9E"/>
    <w:rsid w:val="009973BA"/>
    <w:rsid w:val="009A06D0"/>
    <w:rsid w:val="009A0ACA"/>
    <w:rsid w:val="009A34F0"/>
    <w:rsid w:val="009B1C0E"/>
    <w:rsid w:val="009B3850"/>
    <w:rsid w:val="009B6753"/>
    <w:rsid w:val="009C69F6"/>
    <w:rsid w:val="009D4E54"/>
    <w:rsid w:val="009D6864"/>
    <w:rsid w:val="009E1472"/>
    <w:rsid w:val="009E33C3"/>
    <w:rsid w:val="009E7968"/>
    <w:rsid w:val="009E7B88"/>
    <w:rsid w:val="009F333C"/>
    <w:rsid w:val="009F5ED4"/>
    <w:rsid w:val="009F70AB"/>
    <w:rsid w:val="00A04798"/>
    <w:rsid w:val="00A05879"/>
    <w:rsid w:val="00A1173E"/>
    <w:rsid w:val="00A12319"/>
    <w:rsid w:val="00A16D49"/>
    <w:rsid w:val="00A24869"/>
    <w:rsid w:val="00A27458"/>
    <w:rsid w:val="00A31CB4"/>
    <w:rsid w:val="00A3711C"/>
    <w:rsid w:val="00A43555"/>
    <w:rsid w:val="00A5105D"/>
    <w:rsid w:val="00A569AD"/>
    <w:rsid w:val="00A670E0"/>
    <w:rsid w:val="00A735F5"/>
    <w:rsid w:val="00A7486F"/>
    <w:rsid w:val="00A77296"/>
    <w:rsid w:val="00A86A5A"/>
    <w:rsid w:val="00A912C5"/>
    <w:rsid w:val="00A97CCE"/>
    <w:rsid w:val="00AA25A2"/>
    <w:rsid w:val="00AA3468"/>
    <w:rsid w:val="00AB0C40"/>
    <w:rsid w:val="00AB1E2C"/>
    <w:rsid w:val="00AB2081"/>
    <w:rsid w:val="00AB7F9A"/>
    <w:rsid w:val="00AC0366"/>
    <w:rsid w:val="00AC2D9A"/>
    <w:rsid w:val="00AC7AE6"/>
    <w:rsid w:val="00AD1352"/>
    <w:rsid w:val="00AD7928"/>
    <w:rsid w:val="00AF0D98"/>
    <w:rsid w:val="00AF42C8"/>
    <w:rsid w:val="00B0175B"/>
    <w:rsid w:val="00B01EE1"/>
    <w:rsid w:val="00B027D5"/>
    <w:rsid w:val="00B07A65"/>
    <w:rsid w:val="00B10DFB"/>
    <w:rsid w:val="00B17D6D"/>
    <w:rsid w:val="00B17DDF"/>
    <w:rsid w:val="00B21DA4"/>
    <w:rsid w:val="00B30B4F"/>
    <w:rsid w:val="00B354F8"/>
    <w:rsid w:val="00B47A83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3096"/>
    <w:rsid w:val="00B75EE9"/>
    <w:rsid w:val="00B800CD"/>
    <w:rsid w:val="00B80EB9"/>
    <w:rsid w:val="00B86071"/>
    <w:rsid w:val="00B95ADC"/>
    <w:rsid w:val="00B97C1A"/>
    <w:rsid w:val="00BA0FF2"/>
    <w:rsid w:val="00BA1FCE"/>
    <w:rsid w:val="00BA40D3"/>
    <w:rsid w:val="00BA43B6"/>
    <w:rsid w:val="00BA6FED"/>
    <w:rsid w:val="00BA7039"/>
    <w:rsid w:val="00BB645F"/>
    <w:rsid w:val="00BB718E"/>
    <w:rsid w:val="00BC043F"/>
    <w:rsid w:val="00BC17E6"/>
    <w:rsid w:val="00BC3649"/>
    <w:rsid w:val="00BD2EF8"/>
    <w:rsid w:val="00BD4122"/>
    <w:rsid w:val="00BD430E"/>
    <w:rsid w:val="00BD54E2"/>
    <w:rsid w:val="00BD71EA"/>
    <w:rsid w:val="00BE1DB8"/>
    <w:rsid w:val="00BE4DE0"/>
    <w:rsid w:val="00BE5432"/>
    <w:rsid w:val="00BE60CA"/>
    <w:rsid w:val="00BF03CC"/>
    <w:rsid w:val="00BF7FDA"/>
    <w:rsid w:val="00C05085"/>
    <w:rsid w:val="00C10367"/>
    <w:rsid w:val="00C129BB"/>
    <w:rsid w:val="00C14644"/>
    <w:rsid w:val="00C161F9"/>
    <w:rsid w:val="00C16FC6"/>
    <w:rsid w:val="00C237EA"/>
    <w:rsid w:val="00C23A2A"/>
    <w:rsid w:val="00C23FB2"/>
    <w:rsid w:val="00C30178"/>
    <w:rsid w:val="00C3243A"/>
    <w:rsid w:val="00C37100"/>
    <w:rsid w:val="00C37EB2"/>
    <w:rsid w:val="00C400F5"/>
    <w:rsid w:val="00C433F7"/>
    <w:rsid w:val="00C45933"/>
    <w:rsid w:val="00C50BB8"/>
    <w:rsid w:val="00C63EA9"/>
    <w:rsid w:val="00C7586B"/>
    <w:rsid w:val="00C93188"/>
    <w:rsid w:val="00CA1CB4"/>
    <w:rsid w:val="00CA29EF"/>
    <w:rsid w:val="00CA3B1F"/>
    <w:rsid w:val="00CA441A"/>
    <w:rsid w:val="00CA64A4"/>
    <w:rsid w:val="00CB6944"/>
    <w:rsid w:val="00CB7AB3"/>
    <w:rsid w:val="00CC357A"/>
    <w:rsid w:val="00CC5AEF"/>
    <w:rsid w:val="00CD0029"/>
    <w:rsid w:val="00CD3C53"/>
    <w:rsid w:val="00CD7C4F"/>
    <w:rsid w:val="00CE526E"/>
    <w:rsid w:val="00CF0727"/>
    <w:rsid w:val="00CF08A9"/>
    <w:rsid w:val="00CF393D"/>
    <w:rsid w:val="00CF4944"/>
    <w:rsid w:val="00CF5420"/>
    <w:rsid w:val="00CF6131"/>
    <w:rsid w:val="00D01F48"/>
    <w:rsid w:val="00D056CC"/>
    <w:rsid w:val="00D071B3"/>
    <w:rsid w:val="00D15647"/>
    <w:rsid w:val="00D16A60"/>
    <w:rsid w:val="00D36B66"/>
    <w:rsid w:val="00D47759"/>
    <w:rsid w:val="00D51862"/>
    <w:rsid w:val="00D61531"/>
    <w:rsid w:val="00D61BDB"/>
    <w:rsid w:val="00D63778"/>
    <w:rsid w:val="00D63B2D"/>
    <w:rsid w:val="00D65FCD"/>
    <w:rsid w:val="00D741CC"/>
    <w:rsid w:val="00D74378"/>
    <w:rsid w:val="00D77C7C"/>
    <w:rsid w:val="00D92B67"/>
    <w:rsid w:val="00D94AE0"/>
    <w:rsid w:val="00D95822"/>
    <w:rsid w:val="00D97560"/>
    <w:rsid w:val="00DB15A9"/>
    <w:rsid w:val="00DB3D8A"/>
    <w:rsid w:val="00DB50B6"/>
    <w:rsid w:val="00DB68D4"/>
    <w:rsid w:val="00DB7434"/>
    <w:rsid w:val="00DC17D8"/>
    <w:rsid w:val="00DC2235"/>
    <w:rsid w:val="00DC3B21"/>
    <w:rsid w:val="00DC3C93"/>
    <w:rsid w:val="00DC4A85"/>
    <w:rsid w:val="00DC58D3"/>
    <w:rsid w:val="00DD1046"/>
    <w:rsid w:val="00DD61BE"/>
    <w:rsid w:val="00DD6361"/>
    <w:rsid w:val="00DD6B03"/>
    <w:rsid w:val="00DE3C3F"/>
    <w:rsid w:val="00E01C79"/>
    <w:rsid w:val="00E05874"/>
    <w:rsid w:val="00E104EF"/>
    <w:rsid w:val="00E140EF"/>
    <w:rsid w:val="00E25F00"/>
    <w:rsid w:val="00E26D71"/>
    <w:rsid w:val="00E27751"/>
    <w:rsid w:val="00E33AEC"/>
    <w:rsid w:val="00E43BFB"/>
    <w:rsid w:val="00E53340"/>
    <w:rsid w:val="00E55380"/>
    <w:rsid w:val="00E555A4"/>
    <w:rsid w:val="00E55E82"/>
    <w:rsid w:val="00E567A1"/>
    <w:rsid w:val="00E615C1"/>
    <w:rsid w:val="00E62333"/>
    <w:rsid w:val="00E714AF"/>
    <w:rsid w:val="00E73674"/>
    <w:rsid w:val="00E81F46"/>
    <w:rsid w:val="00E8301F"/>
    <w:rsid w:val="00E85461"/>
    <w:rsid w:val="00E85F54"/>
    <w:rsid w:val="00E93CE0"/>
    <w:rsid w:val="00E952CD"/>
    <w:rsid w:val="00EA061F"/>
    <w:rsid w:val="00EA414A"/>
    <w:rsid w:val="00EA45CB"/>
    <w:rsid w:val="00EA6C79"/>
    <w:rsid w:val="00EA7047"/>
    <w:rsid w:val="00EA704E"/>
    <w:rsid w:val="00EB08C9"/>
    <w:rsid w:val="00EB13DB"/>
    <w:rsid w:val="00EB1D43"/>
    <w:rsid w:val="00EB7006"/>
    <w:rsid w:val="00EC0594"/>
    <w:rsid w:val="00EC611A"/>
    <w:rsid w:val="00ED07AF"/>
    <w:rsid w:val="00ED57CC"/>
    <w:rsid w:val="00ED6F02"/>
    <w:rsid w:val="00EE40BD"/>
    <w:rsid w:val="00EF0494"/>
    <w:rsid w:val="00F045B5"/>
    <w:rsid w:val="00F063AA"/>
    <w:rsid w:val="00F116B8"/>
    <w:rsid w:val="00F132D3"/>
    <w:rsid w:val="00F16568"/>
    <w:rsid w:val="00F212F6"/>
    <w:rsid w:val="00F23733"/>
    <w:rsid w:val="00F4131B"/>
    <w:rsid w:val="00F47DC7"/>
    <w:rsid w:val="00F57D32"/>
    <w:rsid w:val="00F63707"/>
    <w:rsid w:val="00F64873"/>
    <w:rsid w:val="00F654F2"/>
    <w:rsid w:val="00F731F6"/>
    <w:rsid w:val="00F75B4C"/>
    <w:rsid w:val="00F83B3A"/>
    <w:rsid w:val="00F86BD2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C1F92"/>
    <w:rsid w:val="00FC526B"/>
    <w:rsid w:val="00FC6029"/>
    <w:rsid w:val="00FC7D11"/>
    <w:rsid w:val="00FE3B8B"/>
    <w:rsid w:val="00FE3E53"/>
    <w:rsid w:val="00FE43F1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ECB4390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95828-AE0D-4A0E-87AC-FD05E457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1</TotalTime>
  <Pages>3</Pages>
  <Words>654</Words>
  <Characters>4741</Characters>
  <Application>Microsoft Office Word</Application>
  <DocSecurity>4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2</cp:revision>
  <cp:lastPrinted>2026-01-12T12:41:00Z</cp:lastPrinted>
  <dcterms:created xsi:type="dcterms:W3CDTF">2026-01-12T12:42:00Z</dcterms:created>
  <dcterms:modified xsi:type="dcterms:W3CDTF">2026-01-12T12:42:00Z</dcterms:modified>
</cp:coreProperties>
</file>